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3CCA57" w14:textId="44BE2436" w:rsidR="00F339CC" w:rsidRPr="00F339CC" w:rsidRDefault="00F339CC" w:rsidP="0078531C">
      <w:pPr>
        <w:jc w:val="right"/>
      </w:pPr>
      <w:r>
        <w:t>Antje</w:t>
      </w:r>
      <w:r w:rsidRPr="00F339CC">
        <w:t xml:space="preserve"> </w:t>
      </w:r>
      <w:proofErr w:type="spellStart"/>
      <w:r w:rsidRPr="00F339CC">
        <w:t>Plessar</w:t>
      </w:r>
      <w:proofErr w:type="spellEnd"/>
    </w:p>
    <w:p w14:paraId="6E2B2DC4" w14:textId="77777777" w:rsidR="00F339CC" w:rsidRPr="00F339CC" w:rsidRDefault="00F339CC" w:rsidP="00F339CC">
      <w:pPr>
        <w:jc w:val="right"/>
      </w:pPr>
      <w:r w:rsidRPr="00F339CC">
        <w:t>Am Fuchsgrund 11</w:t>
      </w:r>
    </w:p>
    <w:p w14:paraId="0987A0F5" w14:textId="77777777" w:rsidR="00F339CC" w:rsidRPr="00F339CC" w:rsidRDefault="00F339CC" w:rsidP="00F339CC">
      <w:pPr>
        <w:jc w:val="right"/>
      </w:pPr>
      <w:r w:rsidRPr="00F339CC">
        <w:t>06246 Delitzsch</w:t>
      </w:r>
    </w:p>
    <w:p w14:paraId="33368815" w14:textId="77777777" w:rsidR="00F339CC" w:rsidRPr="00F339CC" w:rsidRDefault="00F339CC" w:rsidP="00F339CC">
      <w:pPr>
        <w:jc w:val="right"/>
      </w:pPr>
      <w:r w:rsidRPr="00F339CC">
        <w:t>Tel.: 0351 111222333</w:t>
      </w:r>
    </w:p>
    <w:p w14:paraId="4E0F667E" w14:textId="77777777" w:rsidR="00F339CC" w:rsidRPr="00F339CC" w:rsidRDefault="00F339CC" w:rsidP="00F339CC">
      <w:pPr>
        <w:jc w:val="right"/>
      </w:pPr>
      <w:r w:rsidRPr="00F339CC">
        <w:t>E-Mail: a.plessar@webprovider.de</w:t>
      </w:r>
    </w:p>
    <w:p w14:paraId="3FDBD9F2" w14:textId="77777777" w:rsidR="00F339CC" w:rsidRDefault="00F339CC" w:rsidP="00F339CC"/>
    <w:p w14:paraId="59A94CF2" w14:textId="77777777" w:rsidR="00AB2BB4" w:rsidRPr="00F339CC" w:rsidRDefault="00AB2BB4" w:rsidP="00F339CC"/>
    <w:p w14:paraId="70450183" w14:textId="77777777" w:rsidR="00F339CC" w:rsidRPr="00F339CC" w:rsidRDefault="00F339CC" w:rsidP="00F339CC"/>
    <w:p w14:paraId="2257EE4F" w14:textId="77777777" w:rsidR="00F339CC" w:rsidRPr="00F339CC" w:rsidRDefault="00F339CC" w:rsidP="00F339CC">
      <w:proofErr w:type="spellStart"/>
      <w:r w:rsidRPr="00F339CC">
        <w:t>Ravensteiner</w:t>
      </w:r>
      <w:proofErr w:type="spellEnd"/>
      <w:r w:rsidRPr="00F339CC">
        <w:t xml:space="preserve"> Handelsgesellschaft mbH</w:t>
      </w:r>
    </w:p>
    <w:p w14:paraId="225E1FF2" w14:textId="441BE2A4" w:rsidR="00F339CC" w:rsidRPr="00F339CC" w:rsidRDefault="00F339CC" w:rsidP="00F339CC">
      <w:r w:rsidRPr="00F339CC">
        <w:t>Frau El</w:t>
      </w:r>
      <w:r>
        <w:t>i</w:t>
      </w:r>
      <w:r w:rsidRPr="00F339CC">
        <w:t>s</w:t>
      </w:r>
      <w:r>
        <w:t>a</w:t>
      </w:r>
      <w:r w:rsidRPr="00F339CC">
        <w:t xml:space="preserve">beth </w:t>
      </w:r>
      <w:proofErr w:type="spellStart"/>
      <w:r w:rsidRPr="00F339CC">
        <w:t>Wurzer</w:t>
      </w:r>
      <w:proofErr w:type="spellEnd"/>
    </w:p>
    <w:p w14:paraId="0FFC5930" w14:textId="77777777" w:rsidR="00F339CC" w:rsidRPr="00F339CC" w:rsidRDefault="00F339CC" w:rsidP="00F339CC">
      <w:r w:rsidRPr="00F339CC">
        <w:t>Pirnaer Str. 95</w:t>
      </w:r>
    </w:p>
    <w:p w14:paraId="5EF64AD8" w14:textId="77777777" w:rsidR="00F339CC" w:rsidRPr="00F339CC" w:rsidRDefault="00F339CC" w:rsidP="00F339CC">
      <w:r w:rsidRPr="00F339CC">
        <w:t>01235 Dresden</w:t>
      </w:r>
    </w:p>
    <w:p w14:paraId="29A23A74" w14:textId="77777777" w:rsidR="00F339CC" w:rsidRPr="00F339CC" w:rsidRDefault="00F339CC" w:rsidP="00F339CC"/>
    <w:p w14:paraId="4FA942E4" w14:textId="77777777" w:rsidR="00F339CC" w:rsidRPr="00F339CC" w:rsidRDefault="00F339CC" w:rsidP="00F339CC"/>
    <w:p w14:paraId="2B77FAFF" w14:textId="641F3B55" w:rsidR="00F339CC" w:rsidRPr="00F339CC" w:rsidRDefault="00F339CC" w:rsidP="00F339CC">
      <w:pPr>
        <w:jc w:val="right"/>
      </w:pPr>
      <w:r>
        <w:t>29.</w:t>
      </w:r>
      <w:r w:rsidRPr="00F339CC">
        <w:t>1.201</w:t>
      </w:r>
      <w:r>
        <w:t>6</w:t>
      </w:r>
    </w:p>
    <w:p w14:paraId="34E4DE22" w14:textId="77777777" w:rsidR="00F339CC" w:rsidRPr="00F339CC" w:rsidRDefault="00F339CC" w:rsidP="00F339CC"/>
    <w:p w14:paraId="4B2A7B7E" w14:textId="77777777" w:rsidR="00F339CC" w:rsidRPr="00F339CC" w:rsidRDefault="00F339CC" w:rsidP="00F339CC"/>
    <w:p w14:paraId="37D07301" w14:textId="77777777" w:rsidR="00F339CC" w:rsidRPr="00F339CC" w:rsidRDefault="00F339CC" w:rsidP="00F339CC">
      <w:pPr>
        <w:rPr>
          <w:b/>
        </w:rPr>
      </w:pPr>
      <w:r w:rsidRPr="00F339CC">
        <w:rPr>
          <w:b/>
        </w:rPr>
        <w:t xml:space="preserve">Bewerbung als Assistentin des Geschäftsführers </w:t>
      </w:r>
    </w:p>
    <w:p w14:paraId="52D8CC39" w14:textId="77777777" w:rsidR="00F339CC" w:rsidRPr="00F339CC" w:rsidRDefault="00F339CC" w:rsidP="00F339CC">
      <w:pPr>
        <w:rPr>
          <w:b/>
        </w:rPr>
      </w:pPr>
      <w:r w:rsidRPr="00F339CC">
        <w:rPr>
          <w:b/>
        </w:rPr>
        <w:t>Ihr Onlinestellenangebot auf www.stepstone.de</w:t>
      </w:r>
    </w:p>
    <w:p w14:paraId="621F7EE5" w14:textId="77777777" w:rsidR="00F339CC" w:rsidRPr="00F339CC" w:rsidRDefault="00F339CC" w:rsidP="00F339CC"/>
    <w:p w14:paraId="6D540F60" w14:textId="77777777" w:rsidR="00F339CC" w:rsidRPr="00F339CC" w:rsidRDefault="00F339CC" w:rsidP="00F339CC"/>
    <w:p w14:paraId="4CDEBD33" w14:textId="77777777" w:rsidR="00F339CC" w:rsidRPr="00F339CC" w:rsidRDefault="00F339CC" w:rsidP="00F339CC">
      <w:r w:rsidRPr="00F339CC">
        <w:t xml:space="preserve">Sehr geehrte Frau </w:t>
      </w:r>
      <w:proofErr w:type="spellStart"/>
      <w:r w:rsidRPr="00F339CC">
        <w:t>Wurzer</w:t>
      </w:r>
      <w:proofErr w:type="spellEnd"/>
      <w:r w:rsidRPr="00F339CC">
        <w:t>,</w:t>
      </w:r>
    </w:p>
    <w:p w14:paraId="4442D425" w14:textId="77777777" w:rsidR="00F339CC" w:rsidRPr="00F339CC" w:rsidRDefault="00F339CC" w:rsidP="00F339CC"/>
    <w:p w14:paraId="4E74F2BF" w14:textId="2FAE5FF7" w:rsidR="00F339CC" w:rsidRPr="00F339CC" w:rsidRDefault="00F339CC" w:rsidP="003D41A3">
      <w:r w:rsidRPr="00F339CC">
        <w:t>die Tätigkeiten, die Sie in Ihrem Stellenangebot beschreiben, entsprechen genau meiner Ausbi</w:t>
      </w:r>
      <w:r w:rsidRPr="00F339CC">
        <w:t>l</w:t>
      </w:r>
      <w:r w:rsidRPr="00F339CC">
        <w:t>dung und Erfahrung. Speziell weil Sie Handelsbeziehungen nach Osteuropa unterhalten, denke ich, dass meine Qualifikationen für Sie interessant sind.</w:t>
      </w:r>
    </w:p>
    <w:p w14:paraId="07723AB5" w14:textId="77777777" w:rsidR="00F339CC" w:rsidRPr="00F339CC" w:rsidRDefault="00F339CC" w:rsidP="00F339CC"/>
    <w:p w14:paraId="219822B9" w14:textId="719FD576" w:rsidR="00F339CC" w:rsidRPr="00F339CC" w:rsidRDefault="00F339CC" w:rsidP="006A1F77">
      <w:r w:rsidRPr="00F339CC">
        <w:t>Ich bin 4</w:t>
      </w:r>
      <w:r>
        <w:t>6</w:t>
      </w:r>
      <w:r w:rsidRPr="00F339CC">
        <w:t xml:space="preserve"> Jahre alt und habe im Bereich Assistenz und Sekretariat jahrelange Erfahrung. Meine Ausbildung zur Facharbeiterin für Schreibtechnik absolvierte ich noch zu DDR-Zeiten. Danach war ich bei verschiedenen Industrieunternehmen als Sekretärin im Export tätig. Zuletzt war ich Exportsachbearbeiterin bei der </w:t>
      </w:r>
      <w:proofErr w:type="spellStart"/>
      <w:r w:rsidRPr="00F339CC">
        <w:t>Cowatco</w:t>
      </w:r>
      <w:proofErr w:type="spellEnd"/>
      <w:r w:rsidRPr="00F339CC">
        <w:t xml:space="preserve"> KG, einer Maschinenbaufirma </w:t>
      </w:r>
      <w:r w:rsidR="00DE2B88">
        <w:t xml:space="preserve">in </w:t>
      </w:r>
      <w:r w:rsidRPr="00F339CC">
        <w:t xml:space="preserve">Leipzig. Aufgrund </w:t>
      </w:r>
      <w:r w:rsidR="00DE2B88">
        <w:br/>
      </w:r>
      <w:r w:rsidRPr="00F339CC">
        <w:t>einer Standortverlagerung fiel mein Arbeitsplatz zum 31.</w:t>
      </w:r>
      <w:r>
        <w:t>8</w:t>
      </w:r>
      <w:r w:rsidRPr="00F339CC">
        <w:t>.201</w:t>
      </w:r>
      <w:r>
        <w:t>5</w:t>
      </w:r>
      <w:r w:rsidRPr="00F339CC">
        <w:t xml:space="preserve"> weg. Nach einer viermonatigen Auszeit, in der ich Vietnam bereiste, suche ich aktiv eine neue berufliche Aufgabe. Parallel habe ich meine Computerkenntnisse aufgefrischt und erweitert.</w:t>
      </w:r>
    </w:p>
    <w:p w14:paraId="6478E7F3" w14:textId="1E242791" w:rsidR="00F339CC" w:rsidRPr="00F339CC" w:rsidRDefault="00F339CC" w:rsidP="00F339CC"/>
    <w:p w14:paraId="0D673FD4" w14:textId="0DE25110" w:rsidR="00F339CC" w:rsidRPr="00F339CC" w:rsidRDefault="00F339CC" w:rsidP="00F339CC">
      <w:r w:rsidRPr="00F339CC">
        <w:t xml:space="preserve">Warum Sie mich als Assistentin des Geschäftsführers einstellen sollten? Weil meine Stärken in der Organisation und Kommunikation liegen. Ich beherrsche die russische Sprache fließend in Wort und Schrift und bringe zudem gute </w:t>
      </w:r>
      <w:proofErr w:type="spellStart"/>
      <w:r w:rsidRPr="00F339CC">
        <w:t>Polnischkenntnisse</w:t>
      </w:r>
      <w:proofErr w:type="spellEnd"/>
      <w:r w:rsidRPr="00F339CC">
        <w:t xml:space="preserve"> mit. Auch in turbulenten Zeiten bewahre ich den Blick fürs Wesentliche.</w:t>
      </w:r>
    </w:p>
    <w:p w14:paraId="52D17797" w14:textId="77777777" w:rsidR="00F339CC" w:rsidRPr="00F339CC" w:rsidRDefault="00F339CC" w:rsidP="00F339CC"/>
    <w:p w14:paraId="5659EF0C" w14:textId="77777777" w:rsidR="00F339CC" w:rsidRPr="00F339CC" w:rsidRDefault="00F339CC" w:rsidP="00F339CC">
      <w:r w:rsidRPr="00F339CC">
        <w:t xml:space="preserve">Ich könnte Ihnen sofort zur Verfügung stehen. An der </w:t>
      </w:r>
      <w:proofErr w:type="spellStart"/>
      <w:r w:rsidRPr="00F339CC">
        <w:t>Assistentinnenstelle</w:t>
      </w:r>
      <w:proofErr w:type="spellEnd"/>
      <w:r w:rsidRPr="00F339CC">
        <w:t xml:space="preserve"> bin ich besonders interessiert. Sollten Sie aber einen anderen Einsatzbereich für mich haben, dann komme ich auch dafür gern zu einem Gespräch!</w:t>
      </w:r>
    </w:p>
    <w:p w14:paraId="53347467" w14:textId="77777777" w:rsidR="00F339CC" w:rsidRPr="00F339CC" w:rsidRDefault="00F339CC" w:rsidP="00F339CC"/>
    <w:p w14:paraId="1E62737A" w14:textId="77777777" w:rsidR="00F339CC" w:rsidRPr="00F339CC" w:rsidRDefault="00F339CC" w:rsidP="00F339CC">
      <w:r w:rsidRPr="00F339CC">
        <w:t>Freundliche Grüße aus Delitzsch</w:t>
      </w:r>
    </w:p>
    <w:p w14:paraId="329AD342" w14:textId="24BA969E" w:rsidR="0095639B" w:rsidRPr="00921603" w:rsidRDefault="00DE2B88" w:rsidP="00E873F3">
      <w:pPr>
        <w:pStyle w:val="UnterschriftName"/>
        <w:rPr>
          <w:rFonts w:ascii="Lucida Handwriting" w:hAnsi="Lucida Handwriting"/>
        </w:rPr>
      </w:pPr>
      <w:bookmarkStart w:id="0" w:name="_GoBack"/>
      <w:r w:rsidRPr="00921603">
        <w:rPr>
          <w:rFonts w:ascii="Lucida Handwriting" w:hAnsi="Lucida Handwriting"/>
        </w:rPr>
        <w:t>Antje</w:t>
      </w:r>
      <w:r w:rsidR="00F339CC" w:rsidRPr="00921603">
        <w:rPr>
          <w:rFonts w:ascii="Lucida Handwriting" w:hAnsi="Lucida Handwriting"/>
        </w:rPr>
        <w:t xml:space="preserve"> </w:t>
      </w:r>
      <w:proofErr w:type="spellStart"/>
      <w:r w:rsidR="00F339CC" w:rsidRPr="00921603">
        <w:rPr>
          <w:rFonts w:ascii="Lucida Handwriting" w:hAnsi="Lucida Handwriting"/>
        </w:rPr>
        <w:t>Plessar</w:t>
      </w:r>
      <w:bookmarkEnd w:id="0"/>
      <w:proofErr w:type="spellEnd"/>
    </w:p>
    <w:sectPr w:rsidR="0095639B" w:rsidRPr="00921603" w:rsidSect="00E873F3">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consecutiveHyphenLimit w:val="3"/>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C59AC"/>
    <w:rsid w:val="00370185"/>
    <w:rsid w:val="003B7D74"/>
    <w:rsid w:val="003D41A3"/>
    <w:rsid w:val="004F0647"/>
    <w:rsid w:val="00631380"/>
    <w:rsid w:val="006A1F77"/>
    <w:rsid w:val="00770743"/>
    <w:rsid w:val="0078531C"/>
    <w:rsid w:val="008D2E71"/>
    <w:rsid w:val="008D76FD"/>
    <w:rsid w:val="00921603"/>
    <w:rsid w:val="0095639B"/>
    <w:rsid w:val="00A479D8"/>
    <w:rsid w:val="00AB2BB4"/>
    <w:rsid w:val="00AE72C8"/>
    <w:rsid w:val="00B14BB3"/>
    <w:rsid w:val="00DE2B88"/>
    <w:rsid w:val="00E37989"/>
    <w:rsid w:val="00E873F3"/>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78531C"/>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873F3"/>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78531C"/>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873F3"/>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7F3A8F12</Template>
  <TotalTime>0</TotalTime>
  <Pages>1</Pages>
  <Words>243</Words>
  <Characters>1532</Characters>
  <Application>Microsoft Office Word</Application>
  <DocSecurity>0</DocSecurity>
  <Lines>12</Lines>
  <Paragraphs>3</Paragraphs>
  <ScaleCrop>false</ScaleCrop>
  <Company>F G</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2015-11-10T08:27:00Z</cp:lastPrinted>
  <dcterms:created xsi:type="dcterms:W3CDTF">2015-11-10T08:27:00Z</dcterms:created>
  <dcterms:modified xsi:type="dcterms:W3CDTF">2016-02-02T07:52:00Z</dcterms:modified>
</cp:coreProperties>
</file>